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BF0" w:rsidRPr="008A7EC6" w:rsidRDefault="005F6BF0" w:rsidP="00BE33D9">
      <w:pPr>
        <w:pStyle w:val="NoSpacing"/>
        <w:spacing w:line="240" w:lineRule="exact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A7EC6">
        <w:rPr>
          <w:rFonts w:ascii="Times New Roman" w:hAnsi="Times New Roman"/>
          <w:sz w:val="28"/>
          <w:szCs w:val="28"/>
        </w:rPr>
        <w:t>Проект</w:t>
      </w:r>
    </w:p>
    <w:p w:rsidR="005F6BF0" w:rsidRPr="008A7EC6" w:rsidRDefault="005F6BF0" w:rsidP="00B102C2">
      <w:pPr>
        <w:pStyle w:val="NoSpacing"/>
        <w:spacing w:before="48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A7EC6">
        <w:rPr>
          <w:rFonts w:ascii="Times New Roman" w:hAnsi="Times New Roman"/>
          <w:sz w:val="28"/>
          <w:szCs w:val="28"/>
        </w:rPr>
        <w:t>несен главой городского округа –</w:t>
      </w:r>
    </w:p>
    <w:p w:rsidR="005F6BF0" w:rsidRDefault="005F6BF0" w:rsidP="004758CC">
      <w:pPr>
        <w:pStyle w:val="NoSpacing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главой администрации</w:t>
      </w:r>
    </w:p>
    <w:p w:rsidR="005F6BF0" w:rsidRPr="008A7EC6" w:rsidRDefault="005F6BF0" w:rsidP="004758CC">
      <w:pPr>
        <w:pStyle w:val="NoSpacing"/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8A7EC6">
        <w:rPr>
          <w:rFonts w:ascii="Times New Roman" w:hAnsi="Times New Roman"/>
          <w:sz w:val="28"/>
          <w:szCs w:val="28"/>
        </w:rPr>
        <w:t>Соликамского городского округа</w:t>
      </w:r>
    </w:p>
    <w:p w:rsidR="005F6BF0" w:rsidRPr="008A7EC6" w:rsidRDefault="005F6BF0" w:rsidP="004758CC">
      <w:pPr>
        <w:pStyle w:val="NoSpacing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8A7EC6">
        <w:rPr>
          <w:rFonts w:ascii="Times New Roman" w:hAnsi="Times New Roman"/>
          <w:sz w:val="28"/>
          <w:szCs w:val="28"/>
        </w:rPr>
        <w:t>.Н.</w:t>
      </w:r>
      <w:r>
        <w:rPr>
          <w:rFonts w:ascii="Times New Roman" w:hAnsi="Times New Roman"/>
          <w:sz w:val="28"/>
          <w:szCs w:val="28"/>
        </w:rPr>
        <w:t xml:space="preserve"> Самоуковым</w:t>
      </w:r>
      <w:r w:rsidRPr="008A7EC6">
        <w:rPr>
          <w:rFonts w:ascii="Times New Roman" w:hAnsi="Times New Roman"/>
          <w:sz w:val="28"/>
          <w:szCs w:val="28"/>
        </w:rPr>
        <w:t xml:space="preserve"> </w:t>
      </w:r>
    </w:p>
    <w:p w:rsidR="005F6BF0" w:rsidRPr="008A7EC6" w:rsidRDefault="005F6BF0" w:rsidP="00BE33D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F6BF0" w:rsidRPr="008A7EC6" w:rsidRDefault="005F6BF0" w:rsidP="00BE33D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F6BF0" w:rsidRPr="008A7EC6" w:rsidRDefault="005F6BF0" w:rsidP="00BE33D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F6BF0" w:rsidRPr="008A7EC6" w:rsidRDefault="005F6BF0" w:rsidP="00BE33D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F6BF0" w:rsidRPr="008A7EC6" w:rsidRDefault="005F6BF0" w:rsidP="00BE33D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F6BF0" w:rsidRPr="008A7EC6" w:rsidRDefault="005F6BF0" w:rsidP="00BE33D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F6BF0" w:rsidRPr="008A7EC6" w:rsidRDefault="005F6BF0" w:rsidP="00BE33D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F6BF0" w:rsidRPr="00605E4E" w:rsidRDefault="005F6BF0" w:rsidP="00605E4E">
      <w:pPr>
        <w:autoSpaceDE w:val="0"/>
        <w:autoSpaceDN w:val="0"/>
        <w:adjustRightInd w:val="0"/>
        <w:spacing w:line="240" w:lineRule="exact"/>
        <w:ind w:right="4419"/>
        <w:rPr>
          <w:b/>
          <w:sz w:val="28"/>
          <w:szCs w:val="28"/>
          <w:lang w:val="ru-RU"/>
        </w:rPr>
      </w:pPr>
      <w:r w:rsidRPr="00605E4E">
        <w:rPr>
          <w:b/>
          <w:sz w:val="28"/>
          <w:szCs w:val="28"/>
          <w:lang w:val="ru-RU"/>
        </w:rPr>
        <w:t>О признании утратившими силу решения Соликамской городской Думы от 26.06.2019 № 566 «Об утверждении лесохозяйственного регламента Соликамского городского лесничества» и решения Думы Соликамского городского округа от 26.01.2022 № 60 «О внесении изменений в лесохозяйственный регламент Соликамского городского лесничества, утвержденный решением Соликамской городской Думы от 26.06.2019 № 566</w:t>
      </w:r>
    </w:p>
    <w:p w:rsidR="005F6BF0" w:rsidRPr="00AA3F95" w:rsidRDefault="005F6BF0" w:rsidP="00BD43BC">
      <w:pPr>
        <w:spacing w:before="480"/>
        <w:ind w:right="-6" w:firstLine="720"/>
        <w:jc w:val="both"/>
        <w:rPr>
          <w:sz w:val="28"/>
          <w:szCs w:val="28"/>
          <w:lang w:val="ru-RU"/>
        </w:rPr>
      </w:pPr>
      <w:r w:rsidRPr="00AA3F95">
        <w:rPr>
          <w:sz w:val="28"/>
          <w:szCs w:val="28"/>
          <w:lang w:val="ru-RU"/>
        </w:rPr>
        <w:t xml:space="preserve">В соответствии со статьей 16 Федерального закона </w:t>
      </w:r>
      <w:r w:rsidRPr="00AA3F95">
        <w:rPr>
          <w:sz w:val="28"/>
          <w:szCs w:val="28"/>
          <w:lang w:val="ru-RU" w:eastAsia="ru-RU"/>
        </w:rPr>
        <w:t xml:space="preserve">от 6 октября </w:t>
      </w:r>
      <w:smartTag w:uri="urn:schemas-microsoft-com:office:smarttags" w:element="metricconverter">
        <w:smartTagPr>
          <w:attr w:name="ProductID" w:val="2003 г"/>
        </w:smartTagPr>
        <w:r w:rsidRPr="00AA3F95">
          <w:rPr>
            <w:sz w:val="28"/>
            <w:szCs w:val="28"/>
            <w:lang w:val="ru-RU" w:eastAsia="ru-RU"/>
          </w:rPr>
          <w:t>2003 г</w:t>
        </w:r>
      </w:smartTag>
      <w:r w:rsidRPr="00AA3F95">
        <w:rPr>
          <w:sz w:val="28"/>
          <w:szCs w:val="28"/>
          <w:lang w:val="ru-RU" w:eastAsia="ru-RU"/>
        </w:rPr>
        <w:t>. № 131-ФЗ</w:t>
      </w:r>
      <w:r w:rsidRPr="00AA3F95">
        <w:rPr>
          <w:sz w:val="28"/>
          <w:szCs w:val="28"/>
          <w:lang w:val="ru-RU"/>
        </w:rPr>
        <w:t xml:space="preserve"> «Об общих принципах организации местного самоуправления в Российской Федерации», статьями 6, 31 Устава Соликамского городского округа,</w:t>
      </w:r>
    </w:p>
    <w:p w:rsidR="005F6BF0" w:rsidRPr="00AA3F95" w:rsidRDefault="005F6BF0" w:rsidP="00BD43BC">
      <w:pPr>
        <w:ind w:right="-6" w:firstLine="720"/>
        <w:jc w:val="both"/>
        <w:rPr>
          <w:sz w:val="28"/>
          <w:szCs w:val="28"/>
          <w:lang w:val="ru-RU" w:eastAsia="ru-RU"/>
        </w:rPr>
      </w:pPr>
      <w:r w:rsidRPr="00AA3F95">
        <w:rPr>
          <w:sz w:val="28"/>
          <w:szCs w:val="28"/>
          <w:lang w:val="ru-RU" w:eastAsia="ru-RU"/>
        </w:rPr>
        <w:t>Дума Соликамского городского округа РЕШИЛА:</w:t>
      </w:r>
    </w:p>
    <w:p w:rsidR="005F6BF0" w:rsidRPr="00AA3F95" w:rsidRDefault="005F6BF0" w:rsidP="00BD43BC">
      <w:pPr>
        <w:pStyle w:val="ConsPlusTitle"/>
        <w:widowControl/>
        <w:tabs>
          <w:tab w:val="left" w:pos="9498"/>
        </w:tabs>
        <w:ind w:firstLine="709"/>
        <w:jc w:val="both"/>
        <w:rPr>
          <w:b w:val="0"/>
          <w:sz w:val="28"/>
          <w:szCs w:val="28"/>
        </w:rPr>
      </w:pPr>
      <w:r w:rsidRPr="00AA3F95">
        <w:rPr>
          <w:b w:val="0"/>
          <w:sz w:val="28"/>
          <w:szCs w:val="28"/>
        </w:rPr>
        <w:t>1. Признать утратившими силу:</w:t>
      </w:r>
    </w:p>
    <w:p w:rsidR="005F6BF0" w:rsidRPr="00AA3F95" w:rsidRDefault="005F6BF0" w:rsidP="00BD43BC">
      <w:pPr>
        <w:pStyle w:val="ConsPlusTitle"/>
        <w:widowControl/>
        <w:tabs>
          <w:tab w:val="left" w:pos="9498"/>
        </w:tabs>
        <w:ind w:firstLine="709"/>
        <w:jc w:val="both"/>
        <w:rPr>
          <w:b w:val="0"/>
          <w:sz w:val="28"/>
          <w:szCs w:val="28"/>
        </w:rPr>
      </w:pPr>
      <w:r w:rsidRPr="00AA3F95">
        <w:rPr>
          <w:b w:val="0"/>
          <w:sz w:val="28"/>
          <w:szCs w:val="28"/>
        </w:rPr>
        <w:t xml:space="preserve">решение Соликамской городской Думы от 26 июня </w:t>
      </w:r>
      <w:smartTag w:uri="urn:schemas-microsoft-com:office:smarttags" w:element="metricconverter">
        <w:smartTagPr>
          <w:attr w:name="ProductID" w:val="2019 г"/>
        </w:smartTagPr>
        <w:r w:rsidRPr="00AA3F95">
          <w:rPr>
            <w:b w:val="0"/>
            <w:sz w:val="28"/>
            <w:szCs w:val="28"/>
          </w:rPr>
          <w:t>2019 г</w:t>
        </w:r>
      </w:smartTag>
      <w:r w:rsidRPr="00AA3F95">
        <w:rPr>
          <w:b w:val="0"/>
          <w:sz w:val="28"/>
          <w:szCs w:val="28"/>
        </w:rPr>
        <w:t>. № 566 «Об утверждении лесохозяйственного регламента Соликамского городского лесничества»;</w:t>
      </w:r>
    </w:p>
    <w:p w:rsidR="005F6BF0" w:rsidRPr="00AA3F95" w:rsidRDefault="005F6BF0" w:rsidP="00BD43BC">
      <w:pPr>
        <w:pStyle w:val="ConsPlusTitle"/>
        <w:widowControl/>
        <w:tabs>
          <w:tab w:val="left" w:pos="9498"/>
        </w:tabs>
        <w:ind w:firstLine="709"/>
        <w:jc w:val="both"/>
        <w:rPr>
          <w:bCs w:val="0"/>
          <w:color w:val="000000"/>
          <w:sz w:val="28"/>
          <w:szCs w:val="28"/>
          <w:shd w:val="clear" w:color="auto" w:fill="FFFFFF"/>
        </w:rPr>
      </w:pPr>
      <w:r w:rsidRPr="00AA3F95">
        <w:rPr>
          <w:b w:val="0"/>
          <w:sz w:val="28"/>
          <w:szCs w:val="28"/>
        </w:rPr>
        <w:t xml:space="preserve">решение Думы Соликамского городского округа от 26 января </w:t>
      </w:r>
      <w:smartTag w:uri="urn:schemas-microsoft-com:office:smarttags" w:element="metricconverter">
        <w:smartTagPr>
          <w:attr w:name="ProductID" w:val="2022 г"/>
        </w:smartTagPr>
        <w:r w:rsidRPr="00AA3F95">
          <w:rPr>
            <w:b w:val="0"/>
            <w:sz w:val="28"/>
            <w:szCs w:val="28"/>
          </w:rPr>
          <w:t>2022 г</w:t>
        </w:r>
      </w:smartTag>
      <w:r w:rsidRPr="00AA3F95">
        <w:rPr>
          <w:b w:val="0"/>
          <w:sz w:val="28"/>
          <w:szCs w:val="28"/>
        </w:rPr>
        <w:t>. № 60 «О внесении изменений в лесохозяйственный регламент Соликамского городского лесничества, утвержденный решением Соликамской городской Думы от 26.06.2019 № 566».</w:t>
      </w:r>
    </w:p>
    <w:p w:rsidR="005F6BF0" w:rsidRPr="00AA3F95" w:rsidRDefault="005F6BF0" w:rsidP="000E6575">
      <w:pPr>
        <w:shd w:val="clear" w:color="auto" w:fill="FFFFFF"/>
        <w:spacing w:after="480" w:line="360" w:lineRule="exact"/>
        <w:ind w:firstLine="708"/>
        <w:jc w:val="both"/>
        <w:rPr>
          <w:sz w:val="28"/>
          <w:szCs w:val="28"/>
          <w:lang w:val="ru-RU"/>
        </w:rPr>
      </w:pPr>
      <w:r w:rsidRPr="00AA3F95">
        <w:rPr>
          <w:sz w:val="28"/>
          <w:szCs w:val="28"/>
          <w:lang w:val="ru-RU" w:eastAsia="ru-RU"/>
        </w:rPr>
        <w:t xml:space="preserve">2. </w:t>
      </w:r>
      <w:r w:rsidRPr="00AA3F95">
        <w:rPr>
          <w:sz w:val="28"/>
          <w:szCs w:val="28"/>
          <w:lang w:val="ru-RU"/>
        </w:rPr>
        <w:t xml:space="preserve">Настоящее решение подлежит официальному опубликованию в газете «Соликамский рабочий» и вступает в силу с 12 декабря </w:t>
      </w:r>
      <w:smartTag w:uri="urn:schemas-microsoft-com:office:smarttags" w:element="metricconverter">
        <w:smartTagPr>
          <w:attr w:name="ProductID" w:val="2022 г"/>
        </w:smartTagPr>
        <w:r w:rsidRPr="00AA3F95">
          <w:rPr>
            <w:sz w:val="28"/>
            <w:szCs w:val="28"/>
            <w:lang w:val="ru-RU"/>
          </w:rPr>
          <w:t>2022 г</w:t>
        </w:r>
      </w:smartTag>
      <w:r w:rsidRPr="00AA3F95">
        <w:rPr>
          <w:sz w:val="28"/>
          <w:szCs w:val="28"/>
          <w:lang w:val="ru-RU"/>
        </w:rPr>
        <w:t>.</w:t>
      </w:r>
    </w:p>
    <w:tbl>
      <w:tblPr>
        <w:tblW w:w="0" w:type="auto"/>
        <w:tblLook w:val="00A0"/>
      </w:tblPr>
      <w:tblGrid>
        <w:gridCol w:w="4431"/>
        <w:gridCol w:w="802"/>
        <w:gridCol w:w="4442"/>
      </w:tblGrid>
      <w:tr w:rsidR="005F6BF0" w:rsidRPr="008A7EC6" w:rsidTr="00B8293A">
        <w:tc>
          <w:tcPr>
            <w:tcW w:w="4449" w:type="dxa"/>
          </w:tcPr>
          <w:p w:rsidR="005F6BF0" w:rsidRPr="00AA3F95" w:rsidRDefault="005F6BF0" w:rsidP="0006030E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  <w:lang w:val="ru-RU"/>
              </w:rPr>
            </w:pPr>
            <w:r w:rsidRPr="00AA3F95">
              <w:rPr>
                <w:sz w:val="28"/>
                <w:szCs w:val="28"/>
                <w:lang w:val="ru-RU"/>
              </w:rPr>
              <w:t xml:space="preserve">Председатель Думы </w:t>
            </w:r>
          </w:p>
          <w:p w:rsidR="005F6BF0" w:rsidRPr="00AA3F95" w:rsidRDefault="005F6BF0" w:rsidP="0006030E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  <w:lang w:val="ru-RU"/>
              </w:rPr>
            </w:pPr>
            <w:r w:rsidRPr="00AA3F95">
              <w:rPr>
                <w:sz w:val="28"/>
                <w:szCs w:val="28"/>
                <w:lang w:val="ru-RU"/>
              </w:rPr>
              <w:t>Соликамского городского округа</w:t>
            </w:r>
          </w:p>
          <w:p w:rsidR="005F6BF0" w:rsidRPr="00AA3F95" w:rsidRDefault="005F6BF0" w:rsidP="006C34CA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  <w:lang w:val="ru-RU"/>
              </w:rPr>
            </w:pPr>
          </w:p>
          <w:p w:rsidR="005F6BF0" w:rsidRPr="00AA3F95" w:rsidRDefault="005F6BF0" w:rsidP="004C3546">
            <w:pPr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sz w:val="28"/>
                <w:szCs w:val="28"/>
                <w:lang w:val="ru-RU"/>
              </w:rPr>
            </w:pPr>
            <w:r w:rsidRPr="00AA3F95">
              <w:rPr>
                <w:sz w:val="28"/>
                <w:szCs w:val="28"/>
                <w:lang w:val="ru-RU"/>
              </w:rPr>
              <w:t>И.Г.Мингазеев</w:t>
            </w:r>
          </w:p>
        </w:tc>
        <w:tc>
          <w:tcPr>
            <w:tcW w:w="806" w:type="dxa"/>
          </w:tcPr>
          <w:p w:rsidR="005F6BF0" w:rsidRPr="00AA3F95" w:rsidRDefault="005F6BF0" w:rsidP="0006030E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459" w:type="dxa"/>
          </w:tcPr>
          <w:p w:rsidR="005F6BF0" w:rsidRPr="00AA3F95" w:rsidRDefault="005F6BF0" w:rsidP="00376B2A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  <w:lang w:val="ru-RU"/>
              </w:rPr>
            </w:pPr>
            <w:r w:rsidRPr="00AA3F95">
              <w:rPr>
                <w:sz w:val="28"/>
                <w:szCs w:val="28"/>
                <w:lang w:val="ru-RU"/>
              </w:rPr>
              <w:t xml:space="preserve">Глава городского округа – </w:t>
            </w:r>
          </w:p>
          <w:p w:rsidR="005F6BF0" w:rsidRPr="00AA3F95" w:rsidRDefault="005F6BF0" w:rsidP="00376B2A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sz w:val="28"/>
                <w:szCs w:val="28"/>
                <w:lang w:val="ru-RU"/>
              </w:rPr>
            </w:pPr>
            <w:r w:rsidRPr="00AA3F95">
              <w:rPr>
                <w:sz w:val="28"/>
                <w:szCs w:val="28"/>
                <w:lang w:val="ru-RU"/>
              </w:rPr>
              <w:t>глава администрации Соликамского городского округа</w:t>
            </w:r>
          </w:p>
          <w:p w:rsidR="005F6BF0" w:rsidRPr="0006030E" w:rsidRDefault="005F6BF0" w:rsidP="00791455">
            <w:pPr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sz w:val="28"/>
                <w:szCs w:val="28"/>
                <w:lang w:val="ru-RU"/>
              </w:rPr>
            </w:pPr>
            <w:r w:rsidRPr="00AA3F95">
              <w:rPr>
                <w:sz w:val="28"/>
                <w:szCs w:val="28"/>
                <w:lang w:val="ru-RU"/>
              </w:rPr>
              <w:t>Е.Н.Самоуков</w:t>
            </w:r>
          </w:p>
        </w:tc>
      </w:tr>
    </w:tbl>
    <w:p w:rsidR="005F6BF0" w:rsidRDefault="005F6BF0" w:rsidP="00D04805">
      <w:pPr>
        <w:spacing w:line="240" w:lineRule="exact"/>
        <w:rPr>
          <w:sz w:val="28"/>
          <w:szCs w:val="28"/>
          <w:lang w:val="ru-RU"/>
        </w:rPr>
      </w:pPr>
    </w:p>
    <w:sectPr w:rsidR="005F6BF0" w:rsidSect="00605E4E">
      <w:headerReference w:type="default" r:id="rId7"/>
      <w:type w:val="continuous"/>
      <w:pgSz w:w="11906" w:h="16838"/>
      <w:pgMar w:top="1134" w:right="746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BF0" w:rsidRDefault="005F6BF0" w:rsidP="00181459">
      <w:r>
        <w:separator/>
      </w:r>
    </w:p>
  </w:endnote>
  <w:endnote w:type="continuationSeparator" w:id="0">
    <w:p w:rsidR="005F6BF0" w:rsidRDefault="005F6BF0" w:rsidP="00181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BF0" w:rsidRDefault="005F6BF0" w:rsidP="00181459">
      <w:r>
        <w:separator/>
      </w:r>
    </w:p>
  </w:footnote>
  <w:footnote w:type="continuationSeparator" w:id="0">
    <w:p w:rsidR="005F6BF0" w:rsidRDefault="005F6BF0" w:rsidP="00181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BF0" w:rsidRDefault="005F6BF0">
    <w:pPr>
      <w:pStyle w:val="Header"/>
      <w:jc w:val="center"/>
    </w:pPr>
    <w:fldSimple w:instr="PAGE   \* MERGEFORMAT">
      <w:r w:rsidRPr="0074325F">
        <w:rPr>
          <w:noProof/>
          <w:lang w:val="ru-RU"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288A"/>
    <w:multiLevelType w:val="multilevel"/>
    <w:tmpl w:val="EA36C55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1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cs="Times New Roman" w:hint="default"/>
      </w:rPr>
    </w:lvl>
  </w:abstractNum>
  <w:abstractNum w:abstractNumId="1">
    <w:nsid w:val="0C857C0E"/>
    <w:multiLevelType w:val="multilevel"/>
    <w:tmpl w:val="135C0AD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8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240" w:hanging="2160"/>
      </w:pPr>
      <w:rPr>
        <w:rFonts w:cs="Times New Roman" w:hint="default"/>
      </w:rPr>
    </w:lvl>
  </w:abstractNum>
  <w:abstractNum w:abstractNumId="2">
    <w:nsid w:val="18D71EBA"/>
    <w:multiLevelType w:val="hybridMultilevel"/>
    <w:tmpl w:val="F4D65D04"/>
    <w:lvl w:ilvl="0" w:tplc="FA56713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9C37BD1"/>
    <w:multiLevelType w:val="multilevel"/>
    <w:tmpl w:val="935EFEBE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">
    <w:nsid w:val="1B8B65D6"/>
    <w:multiLevelType w:val="hybridMultilevel"/>
    <w:tmpl w:val="D7205E88"/>
    <w:lvl w:ilvl="0" w:tplc="6F56BD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28B7969"/>
    <w:multiLevelType w:val="multilevel"/>
    <w:tmpl w:val="0F28AD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5CD52D0"/>
    <w:multiLevelType w:val="hybridMultilevel"/>
    <w:tmpl w:val="138069C6"/>
    <w:lvl w:ilvl="0" w:tplc="2AAA49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62F25B9"/>
    <w:multiLevelType w:val="hybridMultilevel"/>
    <w:tmpl w:val="2A30E7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0AB50D5"/>
    <w:multiLevelType w:val="multilevel"/>
    <w:tmpl w:val="65EEE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D2208F3"/>
    <w:multiLevelType w:val="multilevel"/>
    <w:tmpl w:val="0AACC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AFC7324"/>
    <w:multiLevelType w:val="multilevel"/>
    <w:tmpl w:val="368CF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62C862DA"/>
    <w:multiLevelType w:val="multilevel"/>
    <w:tmpl w:val="2FC2A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66D831CE"/>
    <w:multiLevelType w:val="hybridMultilevel"/>
    <w:tmpl w:val="1754348E"/>
    <w:lvl w:ilvl="0" w:tplc="A56CBAC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7F91752"/>
    <w:multiLevelType w:val="multilevel"/>
    <w:tmpl w:val="A776C9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132FC2"/>
    <w:multiLevelType w:val="hybridMultilevel"/>
    <w:tmpl w:val="6166027C"/>
    <w:lvl w:ilvl="0" w:tplc="C2AA698A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02930D4"/>
    <w:multiLevelType w:val="hybridMultilevel"/>
    <w:tmpl w:val="1548C322"/>
    <w:lvl w:ilvl="0" w:tplc="8EF6D5A0">
      <w:start w:val="1"/>
      <w:numFmt w:val="decimal"/>
      <w:lvlText w:val="%1."/>
      <w:lvlJc w:val="left"/>
      <w:pPr>
        <w:ind w:left="1095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6">
    <w:nsid w:val="737A5993"/>
    <w:multiLevelType w:val="hybridMultilevel"/>
    <w:tmpl w:val="F34EA02A"/>
    <w:lvl w:ilvl="0" w:tplc="77206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16"/>
  </w:num>
  <w:num w:numId="4">
    <w:abstractNumId w:val="11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  <w:num w:numId="13">
    <w:abstractNumId w:val="2"/>
  </w:num>
  <w:num w:numId="14">
    <w:abstractNumId w:val="3"/>
  </w:num>
  <w:num w:numId="15">
    <w:abstractNumId w:val="15"/>
  </w:num>
  <w:num w:numId="16">
    <w:abstractNumId w:val="1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35E"/>
    <w:rsid w:val="00001653"/>
    <w:rsid w:val="00003687"/>
    <w:rsid w:val="000143D6"/>
    <w:rsid w:val="00015E0A"/>
    <w:rsid w:val="00016C71"/>
    <w:rsid w:val="00024C3F"/>
    <w:rsid w:val="00044BD5"/>
    <w:rsid w:val="00052890"/>
    <w:rsid w:val="00055905"/>
    <w:rsid w:val="0006030E"/>
    <w:rsid w:val="00067C01"/>
    <w:rsid w:val="000813C0"/>
    <w:rsid w:val="000900F7"/>
    <w:rsid w:val="00092115"/>
    <w:rsid w:val="0009241D"/>
    <w:rsid w:val="000C56C0"/>
    <w:rsid w:val="000D29C1"/>
    <w:rsid w:val="000E0E3A"/>
    <w:rsid w:val="000E3ECA"/>
    <w:rsid w:val="000E5048"/>
    <w:rsid w:val="000E6575"/>
    <w:rsid w:val="000F01D7"/>
    <w:rsid w:val="000F2030"/>
    <w:rsid w:val="0010277E"/>
    <w:rsid w:val="001043D5"/>
    <w:rsid w:val="00130E60"/>
    <w:rsid w:val="001335B3"/>
    <w:rsid w:val="001531F1"/>
    <w:rsid w:val="0017302E"/>
    <w:rsid w:val="00176F79"/>
    <w:rsid w:val="00181459"/>
    <w:rsid w:val="001953BE"/>
    <w:rsid w:val="001A45CA"/>
    <w:rsid w:val="001B6979"/>
    <w:rsid w:val="001C36A1"/>
    <w:rsid w:val="001C4B11"/>
    <w:rsid w:val="001D1A90"/>
    <w:rsid w:val="001D2062"/>
    <w:rsid w:val="001E0B0D"/>
    <w:rsid w:val="00200A5D"/>
    <w:rsid w:val="00232557"/>
    <w:rsid w:val="00237B7B"/>
    <w:rsid w:val="00242D63"/>
    <w:rsid w:val="0024483E"/>
    <w:rsid w:val="00253B70"/>
    <w:rsid w:val="00254AAD"/>
    <w:rsid w:val="00270C1A"/>
    <w:rsid w:val="002B10BB"/>
    <w:rsid w:val="002C24C6"/>
    <w:rsid w:val="002D3203"/>
    <w:rsid w:val="002D7977"/>
    <w:rsid w:val="002E740F"/>
    <w:rsid w:val="002F51FD"/>
    <w:rsid w:val="00313E7F"/>
    <w:rsid w:val="00327C3A"/>
    <w:rsid w:val="003409C4"/>
    <w:rsid w:val="0034209B"/>
    <w:rsid w:val="0035587B"/>
    <w:rsid w:val="003579C9"/>
    <w:rsid w:val="003621B0"/>
    <w:rsid w:val="003621FB"/>
    <w:rsid w:val="0036599A"/>
    <w:rsid w:val="00367592"/>
    <w:rsid w:val="0037388B"/>
    <w:rsid w:val="0037684C"/>
    <w:rsid w:val="00376B2A"/>
    <w:rsid w:val="003825E0"/>
    <w:rsid w:val="003826DC"/>
    <w:rsid w:val="0038650D"/>
    <w:rsid w:val="00394B22"/>
    <w:rsid w:val="00395BF1"/>
    <w:rsid w:val="003A59B5"/>
    <w:rsid w:val="003B607D"/>
    <w:rsid w:val="003C40A3"/>
    <w:rsid w:val="003C62BB"/>
    <w:rsid w:val="003D35B5"/>
    <w:rsid w:val="003D575B"/>
    <w:rsid w:val="003D7884"/>
    <w:rsid w:val="003E3B53"/>
    <w:rsid w:val="003E69BD"/>
    <w:rsid w:val="003E74B8"/>
    <w:rsid w:val="004118A4"/>
    <w:rsid w:val="00412597"/>
    <w:rsid w:val="00414997"/>
    <w:rsid w:val="00422827"/>
    <w:rsid w:val="004228F5"/>
    <w:rsid w:val="004307D1"/>
    <w:rsid w:val="004325E2"/>
    <w:rsid w:val="00437CEF"/>
    <w:rsid w:val="004416BB"/>
    <w:rsid w:val="00445E92"/>
    <w:rsid w:val="00465F6B"/>
    <w:rsid w:val="004665F8"/>
    <w:rsid w:val="004758CC"/>
    <w:rsid w:val="00475C3A"/>
    <w:rsid w:val="00482812"/>
    <w:rsid w:val="004A2D59"/>
    <w:rsid w:val="004C3546"/>
    <w:rsid w:val="004D2D56"/>
    <w:rsid w:val="004D6C3A"/>
    <w:rsid w:val="004E1356"/>
    <w:rsid w:val="004E28A7"/>
    <w:rsid w:val="004E4DB9"/>
    <w:rsid w:val="004F39FC"/>
    <w:rsid w:val="00512E88"/>
    <w:rsid w:val="0051722C"/>
    <w:rsid w:val="00523793"/>
    <w:rsid w:val="005272D0"/>
    <w:rsid w:val="005373EF"/>
    <w:rsid w:val="005543B0"/>
    <w:rsid w:val="00554BB8"/>
    <w:rsid w:val="00556440"/>
    <w:rsid w:val="005653BD"/>
    <w:rsid w:val="00571619"/>
    <w:rsid w:val="005727A2"/>
    <w:rsid w:val="005732F9"/>
    <w:rsid w:val="00574143"/>
    <w:rsid w:val="00593EE7"/>
    <w:rsid w:val="00597BA1"/>
    <w:rsid w:val="005A6218"/>
    <w:rsid w:val="005B11C9"/>
    <w:rsid w:val="005D4971"/>
    <w:rsid w:val="005E63C2"/>
    <w:rsid w:val="005F2A28"/>
    <w:rsid w:val="005F6BF0"/>
    <w:rsid w:val="00602C74"/>
    <w:rsid w:val="00605E4E"/>
    <w:rsid w:val="006344DE"/>
    <w:rsid w:val="006509BB"/>
    <w:rsid w:val="00652DCB"/>
    <w:rsid w:val="00663085"/>
    <w:rsid w:val="0066757F"/>
    <w:rsid w:val="00680BAC"/>
    <w:rsid w:val="006825CF"/>
    <w:rsid w:val="00684E09"/>
    <w:rsid w:val="006905EE"/>
    <w:rsid w:val="00691D6F"/>
    <w:rsid w:val="006A0F99"/>
    <w:rsid w:val="006B520E"/>
    <w:rsid w:val="006C13A1"/>
    <w:rsid w:val="006C34CA"/>
    <w:rsid w:val="006D097A"/>
    <w:rsid w:val="006D3EEB"/>
    <w:rsid w:val="006E141B"/>
    <w:rsid w:val="006E2A14"/>
    <w:rsid w:val="006F45AC"/>
    <w:rsid w:val="006F7B0B"/>
    <w:rsid w:val="00700818"/>
    <w:rsid w:val="007028C5"/>
    <w:rsid w:val="007070BE"/>
    <w:rsid w:val="007153FB"/>
    <w:rsid w:val="00715543"/>
    <w:rsid w:val="007340F0"/>
    <w:rsid w:val="00741917"/>
    <w:rsid w:val="00742031"/>
    <w:rsid w:val="0074316D"/>
    <w:rsid w:val="0074325F"/>
    <w:rsid w:val="00755CCA"/>
    <w:rsid w:val="007576D3"/>
    <w:rsid w:val="00766DE7"/>
    <w:rsid w:val="00767A0D"/>
    <w:rsid w:val="00772007"/>
    <w:rsid w:val="00772368"/>
    <w:rsid w:val="007744CF"/>
    <w:rsid w:val="00791455"/>
    <w:rsid w:val="007946E6"/>
    <w:rsid w:val="00795859"/>
    <w:rsid w:val="00797193"/>
    <w:rsid w:val="007A4B28"/>
    <w:rsid w:val="007A65EF"/>
    <w:rsid w:val="007B24F0"/>
    <w:rsid w:val="007B472C"/>
    <w:rsid w:val="007D54C8"/>
    <w:rsid w:val="007F1C8B"/>
    <w:rsid w:val="007F3C44"/>
    <w:rsid w:val="007F77F9"/>
    <w:rsid w:val="008029C8"/>
    <w:rsid w:val="008032C2"/>
    <w:rsid w:val="008049B9"/>
    <w:rsid w:val="00813C2B"/>
    <w:rsid w:val="008200FD"/>
    <w:rsid w:val="0082532B"/>
    <w:rsid w:val="008261BD"/>
    <w:rsid w:val="00830C40"/>
    <w:rsid w:val="00831D1C"/>
    <w:rsid w:val="00845C4E"/>
    <w:rsid w:val="008468B7"/>
    <w:rsid w:val="0085754C"/>
    <w:rsid w:val="00870714"/>
    <w:rsid w:val="00875DB8"/>
    <w:rsid w:val="00894A6D"/>
    <w:rsid w:val="008A7EC6"/>
    <w:rsid w:val="008B64A1"/>
    <w:rsid w:val="008C4289"/>
    <w:rsid w:val="008C5DF5"/>
    <w:rsid w:val="008E7D41"/>
    <w:rsid w:val="008F2D1E"/>
    <w:rsid w:val="008F4CED"/>
    <w:rsid w:val="00912156"/>
    <w:rsid w:val="0091344F"/>
    <w:rsid w:val="00942E85"/>
    <w:rsid w:val="00957218"/>
    <w:rsid w:val="00957638"/>
    <w:rsid w:val="00961769"/>
    <w:rsid w:val="009646DC"/>
    <w:rsid w:val="0097261E"/>
    <w:rsid w:val="009809D1"/>
    <w:rsid w:val="009825B8"/>
    <w:rsid w:val="0099631C"/>
    <w:rsid w:val="009A086F"/>
    <w:rsid w:val="009A6ACB"/>
    <w:rsid w:val="009B0DDF"/>
    <w:rsid w:val="009B268B"/>
    <w:rsid w:val="009C24F5"/>
    <w:rsid w:val="009D0CCB"/>
    <w:rsid w:val="009D216A"/>
    <w:rsid w:val="009D3B40"/>
    <w:rsid w:val="009D5621"/>
    <w:rsid w:val="009E6269"/>
    <w:rsid w:val="009F2AF8"/>
    <w:rsid w:val="00A01EFD"/>
    <w:rsid w:val="00A2083C"/>
    <w:rsid w:val="00A27BD4"/>
    <w:rsid w:val="00A36FE1"/>
    <w:rsid w:val="00A5713A"/>
    <w:rsid w:val="00A60174"/>
    <w:rsid w:val="00A61E53"/>
    <w:rsid w:val="00A649CC"/>
    <w:rsid w:val="00A74CBD"/>
    <w:rsid w:val="00A80105"/>
    <w:rsid w:val="00A90078"/>
    <w:rsid w:val="00A94D29"/>
    <w:rsid w:val="00A976F1"/>
    <w:rsid w:val="00AA3F95"/>
    <w:rsid w:val="00AA5476"/>
    <w:rsid w:val="00AB18EC"/>
    <w:rsid w:val="00AB5EC5"/>
    <w:rsid w:val="00AB74A3"/>
    <w:rsid w:val="00AC4EB2"/>
    <w:rsid w:val="00AD3C76"/>
    <w:rsid w:val="00AE7FB9"/>
    <w:rsid w:val="00AF4415"/>
    <w:rsid w:val="00B040F6"/>
    <w:rsid w:val="00B102C2"/>
    <w:rsid w:val="00B304B0"/>
    <w:rsid w:val="00B3692E"/>
    <w:rsid w:val="00B4111C"/>
    <w:rsid w:val="00B521B3"/>
    <w:rsid w:val="00B53731"/>
    <w:rsid w:val="00B53D90"/>
    <w:rsid w:val="00B6473B"/>
    <w:rsid w:val="00B7077C"/>
    <w:rsid w:val="00B73514"/>
    <w:rsid w:val="00B75777"/>
    <w:rsid w:val="00B8293A"/>
    <w:rsid w:val="00B838AC"/>
    <w:rsid w:val="00B83F94"/>
    <w:rsid w:val="00B95BCE"/>
    <w:rsid w:val="00BA02A3"/>
    <w:rsid w:val="00BB4D59"/>
    <w:rsid w:val="00BD1404"/>
    <w:rsid w:val="00BD43BC"/>
    <w:rsid w:val="00BE33D9"/>
    <w:rsid w:val="00BE3967"/>
    <w:rsid w:val="00BF596B"/>
    <w:rsid w:val="00C1294D"/>
    <w:rsid w:val="00C166E0"/>
    <w:rsid w:val="00C5182A"/>
    <w:rsid w:val="00C8559D"/>
    <w:rsid w:val="00C8706F"/>
    <w:rsid w:val="00C8736D"/>
    <w:rsid w:val="00C96B50"/>
    <w:rsid w:val="00CA463B"/>
    <w:rsid w:val="00CA571C"/>
    <w:rsid w:val="00CC384C"/>
    <w:rsid w:val="00CD4A60"/>
    <w:rsid w:val="00CD5924"/>
    <w:rsid w:val="00D04805"/>
    <w:rsid w:val="00D16EA6"/>
    <w:rsid w:val="00D23A73"/>
    <w:rsid w:val="00D50A74"/>
    <w:rsid w:val="00D5325C"/>
    <w:rsid w:val="00D66080"/>
    <w:rsid w:val="00D70400"/>
    <w:rsid w:val="00D7254C"/>
    <w:rsid w:val="00D76BE9"/>
    <w:rsid w:val="00D86AC6"/>
    <w:rsid w:val="00D91E75"/>
    <w:rsid w:val="00DA2515"/>
    <w:rsid w:val="00DA6315"/>
    <w:rsid w:val="00DA79D6"/>
    <w:rsid w:val="00DB0E0F"/>
    <w:rsid w:val="00DB68B0"/>
    <w:rsid w:val="00DC3639"/>
    <w:rsid w:val="00DD3064"/>
    <w:rsid w:val="00DE3877"/>
    <w:rsid w:val="00DE4910"/>
    <w:rsid w:val="00DE4B3B"/>
    <w:rsid w:val="00DE6BEF"/>
    <w:rsid w:val="00DF0E96"/>
    <w:rsid w:val="00DF3FFE"/>
    <w:rsid w:val="00E00489"/>
    <w:rsid w:val="00E16D86"/>
    <w:rsid w:val="00E376CF"/>
    <w:rsid w:val="00E4139C"/>
    <w:rsid w:val="00E46282"/>
    <w:rsid w:val="00E46FDA"/>
    <w:rsid w:val="00E50126"/>
    <w:rsid w:val="00E651E5"/>
    <w:rsid w:val="00E667AE"/>
    <w:rsid w:val="00E66B32"/>
    <w:rsid w:val="00E67897"/>
    <w:rsid w:val="00E67B1A"/>
    <w:rsid w:val="00E7761C"/>
    <w:rsid w:val="00E92435"/>
    <w:rsid w:val="00E954D9"/>
    <w:rsid w:val="00EA06FB"/>
    <w:rsid w:val="00EA6756"/>
    <w:rsid w:val="00EC17B1"/>
    <w:rsid w:val="00ED6FEA"/>
    <w:rsid w:val="00EE4165"/>
    <w:rsid w:val="00EE675D"/>
    <w:rsid w:val="00EF4EDE"/>
    <w:rsid w:val="00EF4F1D"/>
    <w:rsid w:val="00F24647"/>
    <w:rsid w:val="00F41540"/>
    <w:rsid w:val="00F54865"/>
    <w:rsid w:val="00F63ACF"/>
    <w:rsid w:val="00F662E3"/>
    <w:rsid w:val="00F82FE3"/>
    <w:rsid w:val="00F84017"/>
    <w:rsid w:val="00F9135E"/>
    <w:rsid w:val="00F918CD"/>
    <w:rsid w:val="00F9390D"/>
    <w:rsid w:val="00FB107C"/>
    <w:rsid w:val="00FB575A"/>
    <w:rsid w:val="00FD1B74"/>
    <w:rsid w:val="00FD5BD5"/>
    <w:rsid w:val="00FD698F"/>
    <w:rsid w:val="00FE2CFC"/>
    <w:rsid w:val="00FE4913"/>
    <w:rsid w:val="00FF7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35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0E0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8B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link w:val="Heading4Char"/>
    <w:uiPriority w:val="99"/>
    <w:qFormat/>
    <w:rsid w:val="00DB0E0F"/>
    <w:pPr>
      <w:spacing w:before="100" w:beforeAutospacing="1" w:after="100" w:afterAutospacing="1"/>
      <w:outlineLvl w:val="3"/>
    </w:pPr>
    <w:rPr>
      <w:b/>
      <w:bCs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0E0F"/>
    <w:rPr>
      <w:rFonts w:ascii="Cambria" w:hAnsi="Cambria" w:cs="Times New Roman"/>
      <w:b/>
      <w:kern w:val="32"/>
      <w:sz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468B7"/>
    <w:rPr>
      <w:rFonts w:ascii="Cambria" w:hAnsi="Cambria" w:cs="Times New Roman"/>
      <w:b/>
      <w:i/>
      <w:sz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B0E0F"/>
    <w:rPr>
      <w:rFonts w:ascii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rsid w:val="009E6269"/>
    <w:pPr>
      <w:widowControl w:val="0"/>
      <w:autoSpaceDE w:val="0"/>
      <w:autoSpaceDN w:val="0"/>
      <w:adjustRightInd w:val="0"/>
      <w:spacing w:after="120"/>
    </w:pPr>
    <w:rPr>
      <w:sz w:val="20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E6269"/>
    <w:rPr>
      <w:rFonts w:ascii="Times New Roman" w:hAnsi="Times New Roman" w:cs="Times New Roman"/>
      <w:sz w:val="20"/>
      <w:lang w:eastAsia="ru-RU"/>
    </w:rPr>
  </w:style>
  <w:style w:type="paragraph" w:customStyle="1" w:styleId="1">
    <w:name w:val="Знак1"/>
    <w:basedOn w:val="Normal"/>
    <w:uiPriority w:val="99"/>
    <w:rsid w:val="009E6269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NoSpacing">
    <w:name w:val="No Spacing"/>
    <w:uiPriority w:val="99"/>
    <w:qFormat/>
    <w:rsid w:val="00BE33D9"/>
    <w:rPr>
      <w:lang w:eastAsia="en-US"/>
    </w:rPr>
  </w:style>
  <w:style w:type="table" w:styleId="TableGrid">
    <w:name w:val="Table Grid"/>
    <w:basedOn w:val="TableNormal"/>
    <w:uiPriority w:val="99"/>
    <w:rsid w:val="006F45A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Исполнитель"/>
    <w:basedOn w:val="BodyText"/>
    <w:uiPriority w:val="99"/>
    <w:rsid w:val="00DF3FFE"/>
    <w:pPr>
      <w:widowControl/>
      <w:suppressAutoHyphens/>
      <w:autoSpaceDE/>
      <w:autoSpaceDN/>
      <w:adjustRightInd/>
      <w:spacing w:line="240" w:lineRule="exact"/>
    </w:pPr>
    <w:rPr>
      <w:sz w:val="24"/>
    </w:rPr>
  </w:style>
  <w:style w:type="paragraph" w:styleId="CommentText">
    <w:name w:val="annotation text"/>
    <w:basedOn w:val="Normal"/>
    <w:link w:val="CommentTextChar"/>
    <w:uiPriority w:val="99"/>
    <w:rsid w:val="00DF3FFE"/>
    <w:pPr>
      <w:spacing w:after="200"/>
    </w:pPr>
    <w:rPr>
      <w:rFonts w:ascii="Calibri" w:eastAsia="Calibri" w:hAnsi="Calibri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F3FFE"/>
    <w:rPr>
      <w:rFonts w:cs="Times New Roman"/>
      <w:sz w:val="20"/>
    </w:rPr>
  </w:style>
  <w:style w:type="character" w:customStyle="1" w:styleId="10">
    <w:name w:val="Основной текст1"/>
    <w:uiPriority w:val="99"/>
    <w:rsid w:val="007F3C44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Bodytext0">
    <w:name w:val="Body text_"/>
    <w:link w:val="5"/>
    <w:uiPriority w:val="99"/>
    <w:locked/>
    <w:rsid w:val="007F3C44"/>
    <w:rPr>
      <w:rFonts w:ascii="Times New Roman" w:hAnsi="Times New Roman"/>
      <w:sz w:val="26"/>
      <w:shd w:val="clear" w:color="auto" w:fill="FFFFFF"/>
    </w:rPr>
  </w:style>
  <w:style w:type="character" w:customStyle="1" w:styleId="BodytextItalic">
    <w:name w:val="Body text + Italic"/>
    <w:uiPriority w:val="99"/>
    <w:rsid w:val="007F3C44"/>
    <w:rPr>
      <w:rFonts w:ascii="Times New Roman" w:hAnsi="Times New Roman"/>
      <w:i/>
      <w:color w:val="000000"/>
      <w:spacing w:val="0"/>
      <w:w w:val="100"/>
      <w:position w:val="0"/>
      <w:sz w:val="26"/>
      <w:shd w:val="clear" w:color="auto" w:fill="FFFFFF"/>
      <w:lang w:val="ru-RU"/>
    </w:rPr>
  </w:style>
  <w:style w:type="character" w:customStyle="1" w:styleId="Bodytext12">
    <w:name w:val="Body text (12)_"/>
    <w:uiPriority w:val="99"/>
    <w:rsid w:val="007F3C44"/>
    <w:rPr>
      <w:rFonts w:ascii="Times New Roman" w:hAnsi="Times New Roman"/>
      <w:i/>
      <w:sz w:val="26"/>
      <w:u w:val="none"/>
    </w:rPr>
  </w:style>
  <w:style w:type="character" w:customStyle="1" w:styleId="Bodytext120">
    <w:name w:val="Body text (12)"/>
    <w:uiPriority w:val="99"/>
    <w:rsid w:val="007F3C44"/>
    <w:rPr>
      <w:rFonts w:ascii="Times New Roman" w:hAnsi="Times New Roman"/>
      <w:i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Bodytext12NotItalic">
    <w:name w:val="Body text (12) + Not Italic"/>
    <w:uiPriority w:val="99"/>
    <w:rsid w:val="007F3C44"/>
    <w:rPr>
      <w:rFonts w:ascii="Times New Roman" w:hAnsi="Times New Roman"/>
      <w:i/>
      <w:color w:val="000000"/>
      <w:spacing w:val="0"/>
      <w:w w:val="100"/>
      <w:position w:val="0"/>
      <w:sz w:val="26"/>
      <w:u w:val="none"/>
      <w:lang w:val="ru-RU"/>
    </w:rPr>
  </w:style>
  <w:style w:type="paragraph" w:customStyle="1" w:styleId="5">
    <w:name w:val="Основной текст5"/>
    <w:basedOn w:val="Normal"/>
    <w:link w:val="Bodytext0"/>
    <w:uiPriority w:val="99"/>
    <w:rsid w:val="007F3C44"/>
    <w:pPr>
      <w:widowControl w:val="0"/>
      <w:shd w:val="clear" w:color="auto" w:fill="FFFFFF"/>
      <w:spacing w:line="240" w:lineRule="exact"/>
      <w:ind w:hanging="2020"/>
    </w:pPr>
    <w:rPr>
      <w:rFonts w:eastAsia="Calibri"/>
      <w:sz w:val="26"/>
      <w:szCs w:val="20"/>
      <w:lang w:val="ru-RU" w:eastAsia="ru-RU"/>
    </w:rPr>
  </w:style>
  <w:style w:type="paragraph" w:customStyle="1" w:styleId="a0">
    <w:name w:val="Заголовок к тексту"/>
    <w:basedOn w:val="Normal"/>
    <w:next w:val="BodyText"/>
    <w:uiPriority w:val="99"/>
    <w:rsid w:val="00422827"/>
    <w:pPr>
      <w:suppressAutoHyphens/>
      <w:spacing w:after="480" w:line="240" w:lineRule="exact"/>
    </w:pPr>
    <w:rPr>
      <w:b/>
      <w:sz w:val="28"/>
      <w:szCs w:val="20"/>
      <w:lang w:val="ru-RU" w:eastAsia="ru-RU"/>
    </w:rPr>
  </w:style>
  <w:style w:type="paragraph" w:styleId="ListParagraph">
    <w:name w:val="List Paragraph"/>
    <w:basedOn w:val="Normal"/>
    <w:uiPriority w:val="99"/>
    <w:qFormat/>
    <w:rsid w:val="00741917"/>
    <w:pPr>
      <w:ind w:left="720"/>
      <w:contextualSpacing/>
    </w:pPr>
  </w:style>
  <w:style w:type="character" w:customStyle="1" w:styleId="BodytextExact">
    <w:name w:val="Body text Exact"/>
    <w:uiPriority w:val="99"/>
    <w:rsid w:val="00D86AC6"/>
    <w:rPr>
      <w:rFonts w:ascii="Times New Roman" w:hAnsi="Times New Roman"/>
      <w:color w:val="000000"/>
      <w:spacing w:val="6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Bodytext16Exact">
    <w:name w:val="Body text (16) Exact"/>
    <w:link w:val="Bodytext16"/>
    <w:uiPriority w:val="99"/>
    <w:locked/>
    <w:rsid w:val="00D86AC6"/>
    <w:rPr>
      <w:rFonts w:ascii="Times New Roman" w:hAnsi="Times New Roman"/>
      <w:spacing w:val="-2"/>
      <w:sz w:val="20"/>
      <w:shd w:val="clear" w:color="auto" w:fill="FFFFFF"/>
    </w:rPr>
  </w:style>
  <w:style w:type="character" w:customStyle="1" w:styleId="Bodytext2Exact">
    <w:name w:val="Body text (2) Exact"/>
    <w:link w:val="Bodytext2"/>
    <w:uiPriority w:val="99"/>
    <w:locked/>
    <w:rsid w:val="00D86AC6"/>
    <w:rPr>
      <w:rFonts w:ascii="Times New Roman" w:hAnsi="Times New Roman"/>
      <w:b/>
      <w:spacing w:val="1"/>
      <w:sz w:val="17"/>
      <w:shd w:val="clear" w:color="auto" w:fill="FFFFFF"/>
    </w:rPr>
  </w:style>
  <w:style w:type="character" w:customStyle="1" w:styleId="3">
    <w:name w:val="Основной текст3"/>
    <w:uiPriority w:val="99"/>
    <w:rsid w:val="00D86AC6"/>
    <w:rPr>
      <w:rFonts w:ascii="Times New Roman" w:hAnsi="Times New Roman"/>
      <w:color w:val="000000"/>
      <w:spacing w:val="0"/>
      <w:w w:val="100"/>
      <w:position w:val="0"/>
      <w:sz w:val="26"/>
      <w:u w:val="none"/>
      <w:shd w:val="clear" w:color="auto" w:fill="FFFFFF"/>
    </w:rPr>
  </w:style>
  <w:style w:type="character" w:customStyle="1" w:styleId="4">
    <w:name w:val="Основной текст4"/>
    <w:uiPriority w:val="99"/>
    <w:rsid w:val="00D86AC6"/>
    <w:rPr>
      <w:rFonts w:ascii="Times New Roman" w:hAnsi="Times New Roman"/>
      <w:color w:val="000000"/>
      <w:spacing w:val="0"/>
      <w:w w:val="100"/>
      <w:position w:val="0"/>
      <w:sz w:val="26"/>
      <w:u w:val="none"/>
      <w:shd w:val="clear" w:color="auto" w:fill="FFFFFF"/>
      <w:lang w:val="ru-RU"/>
    </w:rPr>
  </w:style>
  <w:style w:type="paragraph" w:customStyle="1" w:styleId="Bodytext16">
    <w:name w:val="Body text (16)"/>
    <w:basedOn w:val="Normal"/>
    <w:link w:val="Bodytext16Exact"/>
    <w:uiPriority w:val="99"/>
    <w:rsid w:val="00D86AC6"/>
    <w:pPr>
      <w:widowControl w:val="0"/>
      <w:shd w:val="clear" w:color="auto" w:fill="FFFFFF"/>
      <w:spacing w:line="240" w:lineRule="atLeast"/>
    </w:pPr>
    <w:rPr>
      <w:rFonts w:eastAsia="Calibri"/>
      <w:spacing w:val="-2"/>
      <w:sz w:val="20"/>
      <w:szCs w:val="20"/>
      <w:lang w:val="ru-RU" w:eastAsia="ru-RU"/>
    </w:rPr>
  </w:style>
  <w:style w:type="paragraph" w:customStyle="1" w:styleId="Bodytext2">
    <w:name w:val="Body text (2)"/>
    <w:basedOn w:val="Normal"/>
    <w:link w:val="Bodytext2Exact"/>
    <w:uiPriority w:val="99"/>
    <w:rsid w:val="00D86AC6"/>
    <w:pPr>
      <w:widowControl w:val="0"/>
      <w:shd w:val="clear" w:color="auto" w:fill="FFFFFF"/>
      <w:spacing w:line="221" w:lineRule="exact"/>
    </w:pPr>
    <w:rPr>
      <w:rFonts w:eastAsia="Calibri"/>
      <w:b/>
      <w:spacing w:val="1"/>
      <w:sz w:val="17"/>
      <w:szCs w:val="20"/>
      <w:lang w:val="ru-RU" w:eastAsia="ru-RU"/>
    </w:rPr>
  </w:style>
  <w:style w:type="character" w:customStyle="1" w:styleId="Bodytext12Exact">
    <w:name w:val="Body text (12) Exact"/>
    <w:uiPriority w:val="99"/>
    <w:rsid w:val="004E28A7"/>
    <w:rPr>
      <w:rFonts w:ascii="Times New Roman" w:hAnsi="Times New Roman"/>
      <w:i/>
      <w:spacing w:val="-3"/>
      <w:sz w:val="23"/>
      <w:u w:val="none"/>
    </w:rPr>
  </w:style>
  <w:style w:type="character" w:customStyle="1" w:styleId="Bodytext12pt">
    <w:name w:val="Body text + 12 pt"/>
    <w:aliases w:val="Italic"/>
    <w:uiPriority w:val="99"/>
    <w:rsid w:val="00D23A73"/>
    <w:rPr>
      <w:rFonts w:ascii="Times New Roman" w:hAnsi="Times New Roman"/>
      <w:i/>
      <w:color w:val="000000"/>
      <w:spacing w:val="0"/>
      <w:w w:val="100"/>
      <w:position w:val="0"/>
      <w:sz w:val="24"/>
      <w:u w:val="none"/>
      <w:shd w:val="clear" w:color="auto" w:fill="FFFFFF"/>
      <w:lang w:val="ru-RU"/>
    </w:rPr>
  </w:style>
  <w:style w:type="paragraph" w:styleId="Header">
    <w:name w:val="header"/>
    <w:basedOn w:val="Normal"/>
    <w:link w:val="HeaderChar"/>
    <w:uiPriority w:val="99"/>
    <w:rsid w:val="00181459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81459"/>
    <w:rPr>
      <w:rFonts w:ascii="Times New Roman" w:hAnsi="Times New Roman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181459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81459"/>
    <w:rPr>
      <w:rFonts w:ascii="Times New Roman" w:hAnsi="Times New Roman" w:cs="Times New Roman"/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24483E"/>
    <w:rPr>
      <w:rFonts w:cs="Times New Roman"/>
      <w:sz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4483E"/>
    <w:pPr>
      <w:spacing w:after="0"/>
    </w:pPr>
    <w:rPr>
      <w:rFonts w:ascii="Times New Roman" w:eastAsia="Times New Roman" w:hAnsi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4483E"/>
    <w:rPr>
      <w:rFonts w:ascii="Times New Roman" w:hAnsi="Times New Roman"/>
      <w:b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24483E"/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483E"/>
    <w:rPr>
      <w:rFonts w:ascii="Tahoma" w:hAnsi="Tahoma" w:cs="Times New Roman"/>
      <w:sz w:val="16"/>
      <w:lang w:val="en-US"/>
    </w:rPr>
  </w:style>
  <w:style w:type="paragraph" w:customStyle="1" w:styleId="ConsPlusTitle">
    <w:name w:val="ConsPlusTitle"/>
    <w:uiPriority w:val="99"/>
    <w:rsid w:val="007914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DB0E0F"/>
    <w:pPr>
      <w:spacing w:before="100" w:beforeAutospacing="1" w:after="100" w:afterAutospacing="1"/>
    </w:pPr>
    <w:rPr>
      <w:lang w:val="ru-RU" w:eastAsia="ru-RU"/>
    </w:rPr>
  </w:style>
  <w:style w:type="character" w:styleId="Hyperlink">
    <w:name w:val="Hyperlink"/>
    <w:basedOn w:val="DefaultParagraphFont"/>
    <w:uiPriority w:val="99"/>
    <w:rsid w:val="00554BB8"/>
    <w:rPr>
      <w:rFonts w:cs="Times New Roman"/>
      <w:color w:val="0000FF"/>
      <w:u w:val="single"/>
    </w:rPr>
  </w:style>
  <w:style w:type="paragraph" w:customStyle="1" w:styleId="headertext">
    <w:name w:val="headertext"/>
    <w:basedOn w:val="Normal"/>
    <w:uiPriority w:val="99"/>
    <w:rsid w:val="00B521B3"/>
    <w:pPr>
      <w:spacing w:before="100" w:beforeAutospacing="1" w:after="100" w:afterAutospacing="1"/>
    </w:pPr>
    <w:rPr>
      <w:lang w:val="ru-RU" w:eastAsia="ru-RU"/>
    </w:rPr>
  </w:style>
  <w:style w:type="paragraph" w:customStyle="1" w:styleId="ConsPlusNormal">
    <w:name w:val="ConsPlusNormal"/>
    <w:link w:val="ConsPlusNormal0"/>
    <w:uiPriority w:val="99"/>
    <w:rsid w:val="003B607D"/>
    <w:pPr>
      <w:widowControl w:val="0"/>
      <w:autoSpaceDE w:val="0"/>
      <w:autoSpaceDN w:val="0"/>
    </w:pPr>
  </w:style>
  <w:style w:type="character" w:customStyle="1" w:styleId="ConsPlusNormal0">
    <w:name w:val="ConsPlusNormal Знак"/>
    <w:link w:val="ConsPlusNormal"/>
    <w:uiPriority w:val="99"/>
    <w:locked/>
    <w:rsid w:val="003B607D"/>
    <w:rPr>
      <w:sz w:val="22"/>
    </w:rPr>
  </w:style>
  <w:style w:type="paragraph" w:customStyle="1" w:styleId="Default">
    <w:name w:val="Default"/>
    <w:uiPriority w:val="99"/>
    <w:rsid w:val="004D6C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grame">
    <w:name w:val="grame"/>
    <w:uiPriority w:val="99"/>
    <w:rsid w:val="0010277E"/>
  </w:style>
  <w:style w:type="paragraph" w:customStyle="1" w:styleId="default0">
    <w:name w:val="default"/>
    <w:basedOn w:val="Normal"/>
    <w:uiPriority w:val="99"/>
    <w:rsid w:val="0010277E"/>
    <w:pPr>
      <w:spacing w:before="100" w:beforeAutospacing="1" w:after="100" w:afterAutospacing="1"/>
    </w:pPr>
    <w:rPr>
      <w:lang w:val="ru-RU" w:eastAsia="ru-RU"/>
    </w:rPr>
  </w:style>
  <w:style w:type="character" w:customStyle="1" w:styleId="BodyTextFirstIndentChar">
    <w:name w:val="Body Text First Indent Char"/>
    <w:uiPriority w:val="99"/>
    <w:locked/>
    <w:rsid w:val="005543B0"/>
    <w:rPr>
      <w:sz w:val="22"/>
      <w:lang w:eastAsia="en-US"/>
    </w:rPr>
  </w:style>
  <w:style w:type="paragraph" w:styleId="BodyTextFirstIndent">
    <w:name w:val="Body Text First Indent"/>
    <w:basedOn w:val="BodyText"/>
    <w:link w:val="BodyTextFirstIndentChar1"/>
    <w:uiPriority w:val="99"/>
    <w:rsid w:val="005543B0"/>
    <w:pPr>
      <w:widowControl/>
      <w:autoSpaceDE/>
      <w:autoSpaceDN/>
      <w:adjustRightInd/>
      <w:spacing w:after="200" w:line="276" w:lineRule="auto"/>
      <w:ind w:firstLine="360"/>
    </w:pPr>
    <w:rPr>
      <w:rFonts w:ascii="Calibri" w:eastAsia="Calibri" w:hAnsi="Calibri"/>
      <w:sz w:val="22"/>
      <w:lang w:eastAsia="en-US"/>
    </w:rPr>
  </w:style>
  <w:style w:type="character" w:customStyle="1" w:styleId="BodyTextFirstIndentChar1">
    <w:name w:val="Body Text First Indent Char1"/>
    <w:basedOn w:val="BodyTextChar"/>
    <w:link w:val="BodyTextFirstIndent"/>
    <w:uiPriority w:val="99"/>
    <w:semiHidden/>
    <w:locked/>
    <w:rsid w:val="00A01EFD"/>
    <w:rPr>
      <w:sz w:val="24"/>
      <w:szCs w:val="24"/>
      <w:lang w:val="en-US" w:eastAsia="en-US"/>
    </w:rPr>
  </w:style>
  <w:style w:type="character" w:customStyle="1" w:styleId="11">
    <w:name w:val="Красная строка Знак1"/>
    <w:uiPriority w:val="99"/>
    <w:semiHidden/>
    <w:rsid w:val="005543B0"/>
    <w:rPr>
      <w:rFonts w:ascii="Times New Roman" w:hAnsi="Times New Roman"/>
      <w:sz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3C62B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C62BB"/>
    <w:rPr>
      <w:rFonts w:ascii="Times New Roman" w:hAnsi="Times New Roman" w:cs="Times New Roman"/>
      <w:sz w:val="24"/>
      <w:lang w:val="en-US" w:eastAsia="en-US"/>
    </w:rPr>
  </w:style>
  <w:style w:type="paragraph" w:styleId="BodyTextIndent">
    <w:name w:val="Body Text Indent"/>
    <w:aliases w:val="Мой Заголовок 1,Основной текст 1,Нумерованный список !!,Надин стиль"/>
    <w:basedOn w:val="Normal"/>
    <w:link w:val="BodyTextIndentChar"/>
    <w:uiPriority w:val="99"/>
    <w:rsid w:val="003E69BD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u-RU"/>
    </w:rPr>
  </w:style>
  <w:style w:type="character" w:customStyle="1" w:styleId="BodyTextIndentChar">
    <w:name w:val="Body Text Indent Char"/>
    <w:aliases w:val="Мой Заголовок 1 Char,Основной текст 1 Char,Нумерованный список !! Char,Надин стиль Char"/>
    <w:basedOn w:val="DefaultParagraphFont"/>
    <w:link w:val="BodyTextIndent"/>
    <w:uiPriority w:val="99"/>
    <w:locked/>
    <w:rsid w:val="003E69BD"/>
    <w:rPr>
      <w:rFonts w:cs="Times New Roman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60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1</Pages>
  <Words>217</Words>
  <Characters>1238</Characters>
  <Application>Microsoft Office Outlook</Application>
  <DocSecurity>0</DocSecurity>
  <Lines>0</Lines>
  <Paragraphs>0</Paragraphs>
  <ScaleCrop>false</ScaleCrop>
  <Company>AdmSolkam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Новосельцев Станислав Валерьевич</dc:creator>
  <cp:keywords/>
  <dc:description/>
  <cp:lastModifiedBy>User</cp:lastModifiedBy>
  <cp:revision>6</cp:revision>
  <cp:lastPrinted>2022-11-08T08:06:00Z</cp:lastPrinted>
  <dcterms:created xsi:type="dcterms:W3CDTF">2022-11-03T04:30:00Z</dcterms:created>
  <dcterms:modified xsi:type="dcterms:W3CDTF">2022-11-08T09:05:00Z</dcterms:modified>
</cp:coreProperties>
</file>